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ABA9F" w14:textId="77777777" w:rsidR="00324851" w:rsidRPr="009A11DB" w:rsidRDefault="004F5E46" w:rsidP="000548EA">
      <w:pPr>
        <w:tabs>
          <w:tab w:val="left" w:pos="1460"/>
          <w:tab w:val="left" w:pos="1540"/>
          <w:tab w:val="center" w:pos="4536"/>
        </w:tabs>
        <w:spacing w:line="360" w:lineRule="auto"/>
        <w:rPr>
          <w:b/>
          <w:bCs/>
          <w:sz w:val="40"/>
          <w:szCs w:val="40"/>
        </w:rPr>
      </w:pPr>
      <w:r>
        <w:rPr>
          <w:noProof/>
        </w:rPr>
        <w:pict w14:anchorId="171CF817">
          <v:line id="_x0000_s1029" style="position:absolute;flip:y;z-index:251656704" from="108pt,27pt" to="441pt,27pt"/>
        </w:pict>
      </w:r>
      <w:r>
        <w:rPr>
          <w:noProof/>
        </w:rPr>
        <w:pict w14:anchorId="4D6646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27pt;margin-top:-9pt;width:70.8pt;height:80.25pt;z-index:-251658752" wrapcoords="-206 0 -206 21418 21600 21418 21600 0 -206 0">
            <v:imagedata r:id="rId7" o:title="" chromakey="#fcfbfb"/>
          </v:shape>
        </w:pict>
      </w:r>
      <w:r w:rsidR="001F0D71">
        <w:rPr>
          <w:b/>
          <w:bCs/>
          <w:sz w:val="22"/>
          <w:szCs w:val="22"/>
        </w:rPr>
        <w:tab/>
      </w:r>
      <w:r w:rsidR="000548EA">
        <w:rPr>
          <w:b/>
          <w:bCs/>
          <w:sz w:val="22"/>
          <w:szCs w:val="22"/>
        </w:rPr>
        <w:tab/>
      </w:r>
      <w:r w:rsidR="001F0D71">
        <w:rPr>
          <w:b/>
          <w:bCs/>
          <w:sz w:val="22"/>
          <w:szCs w:val="22"/>
        </w:rPr>
        <w:tab/>
      </w:r>
      <w:r w:rsidR="009A11DB" w:rsidRPr="009A11DB">
        <w:rPr>
          <w:b/>
          <w:bCs/>
        </w:rPr>
        <w:t xml:space="preserve">         </w:t>
      </w:r>
      <w:r w:rsidR="00324851" w:rsidRPr="009A11DB">
        <w:rPr>
          <w:b/>
          <w:bCs/>
          <w:sz w:val="40"/>
          <w:szCs w:val="40"/>
        </w:rPr>
        <w:t>OBEC SULISLAV</w:t>
      </w:r>
    </w:p>
    <w:p w14:paraId="061635F0" w14:textId="77777777" w:rsidR="00324851" w:rsidRPr="009A11DB" w:rsidRDefault="00324851" w:rsidP="00324851">
      <w:pPr>
        <w:jc w:val="center"/>
      </w:pPr>
      <w:r w:rsidRPr="009A11DB">
        <w:t xml:space="preserve">              </w:t>
      </w:r>
      <w:r w:rsidR="009A11DB" w:rsidRPr="009A11DB">
        <w:t xml:space="preserve"> </w:t>
      </w:r>
      <w:r w:rsidR="009A11DB">
        <w:t xml:space="preserve">  </w:t>
      </w:r>
      <w:r w:rsidR="009A11DB" w:rsidRPr="009A11DB">
        <w:t xml:space="preserve">  </w:t>
      </w:r>
      <w:r w:rsidR="000548EA">
        <w:t>Sulislav 42, 349 01 Stříbro</w:t>
      </w:r>
      <w:r w:rsidRPr="009A11DB">
        <w:t xml:space="preserve">, Tel. </w:t>
      </w:r>
      <w:r w:rsidR="002E6E11">
        <w:t xml:space="preserve">+ 420 </w:t>
      </w:r>
      <w:r w:rsidRPr="009A11DB">
        <w:t xml:space="preserve">374 627 130, </w:t>
      </w:r>
    </w:p>
    <w:p w14:paraId="1D1FF94D" w14:textId="77777777" w:rsidR="00324851" w:rsidRPr="009A11DB" w:rsidRDefault="00324851" w:rsidP="00324851">
      <w:pPr>
        <w:tabs>
          <w:tab w:val="left" w:pos="1320"/>
          <w:tab w:val="center" w:pos="4536"/>
        </w:tabs>
      </w:pPr>
      <w:r w:rsidRPr="009A11DB">
        <w:tab/>
      </w:r>
      <w:r w:rsidRPr="009A11DB">
        <w:tab/>
        <w:t xml:space="preserve">              </w:t>
      </w:r>
      <w:r w:rsidR="009A11DB" w:rsidRPr="009A11DB">
        <w:t xml:space="preserve"> </w:t>
      </w:r>
      <w:r w:rsidR="009A11DB">
        <w:t xml:space="preserve">   </w:t>
      </w:r>
      <w:r w:rsidR="009A11DB" w:rsidRPr="009A11DB">
        <w:t xml:space="preserve">  </w:t>
      </w:r>
      <w:r w:rsidRPr="009A11DB">
        <w:t xml:space="preserve">E-mail: </w:t>
      </w:r>
      <w:hyperlink r:id="rId8" w:history="1">
        <w:r w:rsidR="00AE3DE8" w:rsidRPr="00EB3ABD">
          <w:rPr>
            <w:rStyle w:val="Hypertextovodkaz"/>
          </w:rPr>
          <w:t>ou.sulislav@seznam.cz</w:t>
        </w:r>
      </w:hyperlink>
      <w:r w:rsidR="00AE3DE8">
        <w:t xml:space="preserve">, </w:t>
      </w:r>
      <w:r w:rsidRPr="009A11DB">
        <w:t>IČ 00868965</w:t>
      </w:r>
    </w:p>
    <w:p w14:paraId="6EABD2E4" w14:textId="77777777" w:rsidR="00324851" w:rsidRPr="009A11DB" w:rsidRDefault="00324851" w:rsidP="00324851">
      <w:pPr>
        <w:pStyle w:val="Zhlav"/>
      </w:pPr>
    </w:p>
    <w:p w14:paraId="50C65F73" w14:textId="77777777" w:rsidR="00FA0A46" w:rsidRDefault="00FA0A46"/>
    <w:p w14:paraId="6548AAE6" w14:textId="77777777" w:rsidR="001839C6" w:rsidRPr="001839C6" w:rsidRDefault="001839C6" w:rsidP="001839C6"/>
    <w:p w14:paraId="2FD11784" w14:textId="77777777" w:rsidR="001839C6" w:rsidRPr="001839C6" w:rsidRDefault="001839C6" w:rsidP="001839C6"/>
    <w:p w14:paraId="037FF441" w14:textId="77777777" w:rsidR="006D757A" w:rsidRPr="004A6282" w:rsidRDefault="004F5E46" w:rsidP="004A6282">
      <w:pPr>
        <w:tabs>
          <w:tab w:val="left" w:pos="1701"/>
        </w:tabs>
        <w:rPr>
          <w:sz w:val="22"/>
          <w:szCs w:val="22"/>
        </w:rPr>
      </w:pPr>
      <w:r>
        <w:rPr>
          <w:noProof/>
        </w:rPr>
        <w:pict w14:anchorId="679B17D3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33" type="#_x0000_t202" style="position:absolute;margin-left:253.15pt;margin-top:1.6pt;width:187.85pt;height:93.2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">
            <v:textbox>
              <w:txbxContent>
                <w:p w14:paraId="1FE3A24F" w14:textId="77777777" w:rsidR="00CB3AEB" w:rsidRDefault="00CB3AEB"/>
                <w:p w14:paraId="3814A378" w14:textId="200F11F3" w:rsidR="00276217" w:rsidRDefault="00276217" w:rsidP="00276217">
                  <w:pPr>
                    <w:pStyle w:val="-wm-msonormal"/>
                  </w:pPr>
                  <w:r>
                    <w:rPr>
                      <w:i/>
                      <w:iCs/>
                    </w:rPr>
                    <w:t>Projekční kancelář</w:t>
                  </w:r>
                  <w:r>
                    <w:t xml:space="preserve"> Ing. Daniela Škubalová </w:t>
                  </w:r>
                </w:p>
                <w:p w14:paraId="0AD0028C" w14:textId="77777777" w:rsidR="00276217" w:rsidRDefault="00276217" w:rsidP="00276217">
                  <w:pPr>
                    <w:pStyle w:val="-wm-msonormal"/>
                  </w:pPr>
                  <w:r>
                    <w:t xml:space="preserve">U Bachmače 29, 326 00 Plzeň </w:t>
                  </w:r>
                </w:p>
                <w:p w14:paraId="4CF7707E" w14:textId="77777777" w:rsidR="00CB3AEB" w:rsidRDefault="00CB3AEB"/>
              </w:txbxContent>
            </v:textbox>
          </v:shape>
        </w:pict>
      </w:r>
      <w:r w:rsidR="00CB3AEB" w:rsidRPr="004A6282">
        <w:rPr>
          <w:sz w:val="22"/>
          <w:szCs w:val="22"/>
        </w:rPr>
        <w:t>VÁŠ DOPIS ZN.:</w:t>
      </w:r>
      <w:r w:rsidR="004A6282">
        <w:rPr>
          <w:sz w:val="22"/>
          <w:szCs w:val="22"/>
        </w:rPr>
        <w:tab/>
      </w:r>
      <w:r w:rsidR="004A6282" w:rsidRPr="004A6282">
        <w:rPr>
          <w:sz w:val="22"/>
          <w:szCs w:val="22"/>
        </w:rPr>
        <w:tab/>
      </w:r>
      <w:r w:rsidR="004A6282" w:rsidRPr="004A6282">
        <w:rPr>
          <w:sz w:val="22"/>
          <w:szCs w:val="22"/>
        </w:rPr>
        <w:tab/>
      </w:r>
    </w:p>
    <w:p w14:paraId="5ECA1829" w14:textId="1D419C05" w:rsidR="00CB3AEB" w:rsidRPr="004A6282" w:rsidRDefault="00CB3AEB" w:rsidP="004A6282">
      <w:pPr>
        <w:tabs>
          <w:tab w:val="left" w:pos="1701"/>
        </w:tabs>
        <w:rPr>
          <w:sz w:val="22"/>
          <w:szCs w:val="22"/>
        </w:rPr>
      </w:pPr>
      <w:r w:rsidRPr="004A6282">
        <w:rPr>
          <w:sz w:val="22"/>
          <w:szCs w:val="22"/>
        </w:rPr>
        <w:t>ZE DNE:</w:t>
      </w:r>
      <w:r w:rsidR="004A6282" w:rsidRPr="004A6282">
        <w:rPr>
          <w:sz w:val="22"/>
          <w:szCs w:val="22"/>
        </w:rPr>
        <w:tab/>
      </w:r>
      <w:r w:rsidR="00276217">
        <w:rPr>
          <w:sz w:val="22"/>
          <w:szCs w:val="22"/>
        </w:rPr>
        <w:t>14.10.2022</w:t>
      </w:r>
      <w:r w:rsidR="004A6282" w:rsidRPr="004A6282">
        <w:rPr>
          <w:sz w:val="22"/>
          <w:szCs w:val="22"/>
        </w:rPr>
        <w:tab/>
      </w:r>
      <w:r w:rsidR="004A6282" w:rsidRPr="004A6282">
        <w:rPr>
          <w:sz w:val="22"/>
          <w:szCs w:val="22"/>
        </w:rPr>
        <w:tab/>
      </w:r>
    </w:p>
    <w:p w14:paraId="0A0DBFBB" w14:textId="77777777" w:rsidR="00CB3AEB" w:rsidRPr="004A6282" w:rsidRDefault="00CB3AEB" w:rsidP="004A6282">
      <w:pPr>
        <w:tabs>
          <w:tab w:val="left" w:pos="1701"/>
        </w:tabs>
        <w:rPr>
          <w:sz w:val="22"/>
          <w:szCs w:val="22"/>
        </w:rPr>
      </w:pPr>
      <w:r w:rsidRPr="004A6282">
        <w:rPr>
          <w:sz w:val="22"/>
          <w:szCs w:val="22"/>
        </w:rPr>
        <w:t>NAŠE ZN.:</w:t>
      </w:r>
      <w:r w:rsidR="004A6282" w:rsidRPr="004A6282">
        <w:rPr>
          <w:sz w:val="22"/>
          <w:szCs w:val="22"/>
        </w:rPr>
        <w:tab/>
      </w:r>
    </w:p>
    <w:p w14:paraId="4C810C73" w14:textId="77777777" w:rsidR="00CB3AEB" w:rsidRPr="004A6282" w:rsidRDefault="00CB3AEB" w:rsidP="004A6282">
      <w:pPr>
        <w:tabs>
          <w:tab w:val="left" w:pos="1701"/>
        </w:tabs>
        <w:rPr>
          <w:sz w:val="22"/>
          <w:szCs w:val="22"/>
        </w:rPr>
      </w:pPr>
      <w:r w:rsidRPr="004A6282">
        <w:rPr>
          <w:sz w:val="22"/>
          <w:szCs w:val="22"/>
        </w:rPr>
        <w:t>VYŘIZUJE:</w:t>
      </w:r>
      <w:r w:rsidR="004A6282" w:rsidRPr="004A6282">
        <w:rPr>
          <w:sz w:val="22"/>
          <w:szCs w:val="22"/>
        </w:rPr>
        <w:tab/>
      </w:r>
      <w:r w:rsidR="004A6282">
        <w:rPr>
          <w:sz w:val="22"/>
          <w:szCs w:val="22"/>
        </w:rPr>
        <w:t>Milan Strohschneider</w:t>
      </w:r>
    </w:p>
    <w:p w14:paraId="0DC7755E" w14:textId="77777777" w:rsidR="00CB3AEB" w:rsidRPr="004A6282" w:rsidRDefault="00CB3AEB" w:rsidP="004A6282">
      <w:pPr>
        <w:tabs>
          <w:tab w:val="left" w:pos="1701"/>
        </w:tabs>
        <w:rPr>
          <w:sz w:val="22"/>
          <w:szCs w:val="22"/>
        </w:rPr>
      </w:pPr>
      <w:r w:rsidRPr="004A6282">
        <w:rPr>
          <w:sz w:val="22"/>
          <w:szCs w:val="22"/>
        </w:rPr>
        <w:t xml:space="preserve">TEL: </w:t>
      </w:r>
      <w:r w:rsidR="004A6282" w:rsidRPr="004A6282">
        <w:rPr>
          <w:sz w:val="22"/>
          <w:szCs w:val="22"/>
        </w:rPr>
        <w:tab/>
      </w:r>
      <w:r w:rsidRPr="004A6282">
        <w:rPr>
          <w:sz w:val="22"/>
          <w:szCs w:val="22"/>
        </w:rPr>
        <w:t>602 116 134</w:t>
      </w:r>
    </w:p>
    <w:p w14:paraId="37EE459B" w14:textId="77777777" w:rsidR="00CB3AEB" w:rsidRPr="004A6282" w:rsidRDefault="00CB3AEB" w:rsidP="004A6282">
      <w:pPr>
        <w:tabs>
          <w:tab w:val="left" w:pos="1701"/>
        </w:tabs>
        <w:rPr>
          <w:sz w:val="22"/>
          <w:szCs w:val="22"/>
        </w:rPr>
      </w:pPr>
      <w:r w:rsidRPr="004A6282">
        <w:rPr>
          <w:sz w:val="22"/>
          <w:szCs w:val="22"/>
        </w:rPr>
        <w:t xml:space="preserve">E-MAIL: </w:t>
      </w:r>
      <w:r w:rsidR="004A6282" w:rsidRPr="004A6282">
        <w:rPr>
          <w:sz w:val="22"/>
          <w:szCs w:val="22"/>
        </w:rPr>
        <w:tab/>
      </w:r>
      <w:r w:rsidR="0082140A">
        <w:rPr>
          <w:sz w:val="22"/>
          <w:szCs w:val="22"/>
        </w:rPr>
        <w:t>ou.sulislav@seznam.cz</w:t>
      </w:r>
    </w:p>
    <w:p w14:paraId="4AF11676" w14:textId="77777777" w:rsidR="00CB3AEB" w:rsidRPr="004A6282" w:rsidRDefault="00CB3AEB" w:rsidP="004A6282">
      <w:pPr>
        <w:tabs>
          <w:tab w:val="left" w:pos="1701"/>
        </w:tabs>
        <w:rPr>
          <w:sz w:val="22"/>
          <w:szCs w:val="22"/>
        </w:rPr>
      </w:pPr>
    </w:p>
    <w:p w14:paraId="1DF78DD4" w14:textId="4CAEDADB" w:rsidR="00CB3AEB" w:rsidRPr="004A6282" w:rsidRDefault="00CB3AEB" w:rsidP="004A6282">
      <w:pPr>
        <w:tabs>
          <w:tab w:val="left" w:pos="1701"/>
        </w:tabs>
        <w:rPr>
          <w:sz w:val="22"/>
          <w:szCs w:val="22"/>
        </w:rPr>
      </w:pPr>
      <w:r w:rsidRPr="004A6282">
        <w:rPr>
          <w:sz w:val="22"/>
          <w:szCs w:val="22"/>
        </w:rPr>
        <w:t xml:space="preserve">DATUM: </w:t>
      </w:r>
      <w:r w:rsidR="004A6282" w:rsidRPr="004A6282">
        <w:rPr>
          <w:sz w:val="22"/>
          <w:szCs w:val="22"/>
        </w:rPr>
        <w:tab/>
      </w:r>
      <w:r w:rsidRPr="004A6282">
        <w:rPr>
          <w:sz w:val="22"/>
          <w:szCs w:val="22"/>
        </w:rPr>
        <w:fldChar w:fldCharType="begin"/>
      </w:r>
      <w:r w:rsidRPr="004A6282">
        <w:rPr>
          <w:sz w:val="22"/>
          <w:szCs w:val="22"/>
        </w:rPr>
        <w:instrText xml:space="preserve"> TIME \@ "d. MMMM yyyy" </w:instrText>
      </w:r>
      <w:r w:rsidRPr="004A6282">
        <w:rPr>
          <w:sz w:val="22"/>
          <w:szCs w:val="22"/>
        </w:rPr>
        <w:fldChar w:fldCharType="separate"/>
      </w:r>
      <w:r w:rsidR="009C01EC">
        <w:rPr>
          <w:noProof/>
          <w:sz w:val="22"/>
          <w:szCs w:val="22"/>
        </w:rPr>
        <w:t>1</w:t>
      </w:r>
      <w:r w:rsidR="004F5E46">
        <w:rPr>
          <w:noProof/>
          <w:sz w:val="22"/>
          <w:szCs w:val="22"/>
        </w:rPr>
        <w:t>7</w:t>
      </w:r>
      <w:r w:rsidR="009C01EC">
        <w:rPr>
          <w:noProof/>
          <w:sz w:val="22"/>
          <w:szCs w:val="22"/>
        </w:rPr>
        <w:t>. října 2022</w:t>
      </w:r>
      <w:r w:rsidRPr="004A6282">
        <w:rPr>
          <w:sz w:val="22"/>
          <w:szCs w:val="22"/>
        </w:rPr>
        <w:fldChar w:fldCharType="end"/>
      </w:r>
    </w:p>
    <w:p w14:paraId="3D08B324" w14:textId="77777777" w:rsidR="00402FEB" w:rsidRDefault="00402FEB" w:rsidP="00CB3AEB">
      <w:pPr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11CD3D9A" w14:textId="77777777" w:rsidR="00CB3AEB" w:rsidRDefault="00CB3AEB" w:rsidP="00CB3AEB">
      <w:pPr>
        <w:rPr>
          <w:bCs/>
        </w:rPr>
      </w:pPr>
    </w:p>
    <w:p w14:paraId="09C10867" w14:textId="77777777" w:rsidR="00CB3AEB" w:rsidRDefault="00CB3AEB" w:rsidP="00CB3AEB">
      <w:pPr>
        <w:rPr>
          <w:bCs/>
        </w:rPr>
      </w:pPr>
    </w:p>
    <w:p w14:paraId="4D6C0785" w14:textId="77777777" w:rsidR="00CB3AEB" w:rsidRDefault="00CB3AEB" w:rsidP="00CB3AEB">
      <w:pPr>
        <w:rPr>
          <w:bCs/>
        </w:rPr>
      </w:pPr>
    </w:p>
    <w:p w14:paraId="44696AAF" w14:textId="77777777" w:rsidR="00FA0083" w:rsidRDefault="00FA0083" w:rsidP="00CB3AEB">
      <w:pPr>
        <w:rPr>
          <w:b/>
        </w:rPr>
      </w:pPr>
      <w:r w:rsidRPr="00FA0083">
        <w:rPr>
          <w:b/>
        </w:rPr>
        <w:t>Vyjádření</w:t>
      </w:r>
    </w:p>
    <w:p w14:paraId="642140F2" w14:textId="1B7D0A9B" w:rsidR="00CB3AEB" w:rsidRDefault="00CB3AEB" w:rsidP="00CB3AEB">
      <w:pPr>
        <w:rPr>
          <w:b/>
        </w:rPr>
      </w:pPr>
    </w:p>
    <w:p w14:paraId="270C9901" w14:textId="1C2F980F" w:rsidR="00276217" w:rsidRDefault="00276217" w:rsidP="00CB3AEB">
      <w:r>
        <w:t>Pro plánovanou akci opravy povrchu silnice II/605 v intravilánu obce Sulislav sdělujeme, že veřejné osvětlení je vedeno vzdušně.</w:t>
      </w:r>
    </w:p>
    <w:p w14:paraId="68E93317" w14:textId="0AF9EED9" w:rsidR="006F5BC5" w:rsidRPr="00D61665" w:rsidRDefault="006F5BC5" w:rsidP="00CB3AEB">
      <w:pPr>
        <w:rPr>
          <w:b/>
          <w:bCs/>
          <w:sz w:val="26"/>
          <w:szCs w:val="26"/>
        </w:rPr>
      </w:pPr>
      <w:r>
        <w:t>Informace o ostatních sítích poskytl p. Ing. Václav Říha.</w:t>
      </w:r>
    </w:p>
    <w:p w14:paraId="6AC57B0C" w14:textId="77777777" w:rsidR="00CB3AEB" w:rsidRDefault="00CB3AEB" w:rsidP="00CB3AEB">
      <w:pPr>
        <w:rPr>
          <w:bCs/>
        </w:rPr>
      </w:pPr>
    </w:p>
    <w:p w14:paraId="350E7438" w14:textId="77777777" w:rsidR="00CB3AEB" w:rsidRPr="00FA0083" w:rsidRDefault="00CB3AEB" w:rsidP="00943884">
      <w:pPr>
        <w:rPr>
          <w:bCs/>
        </w:rPr>
      </w:pPr>
      <w:r>
        <w:rPr>
          <w:bCs/>
        </w:rPr>
        <w:tab/>
      </w:r>
      <w:r>
        <w:rPr>
          <w:bCs/>
        </w:rPr>
        <w:tab/>
      </w:r>
    </w:p>
    <w:p w14:paraId="068D61BD" w14:textId="77777777" w:rsidR="00CB3AEB" w:rsidRDefault="00CB3AEB" w:rsidP="00943884"/>
    <w:p w14:paraId="78EB3785" w14:textId="77777777" w:rsidR="00CB3AEB" w:rsidRPr="002A2B77" w:rsidRDefault="00660429" w:rsidP="00943884">
      <w:r>
        <w:t>S pozdravem</w:t>
      </w:r>
    </w:p>
    <w:p w14:paraId="72BDDB6E" w14:textId="77777777" w:rsidR="007F1900" w:rsidRDefault="007F1900" w:rsidP="00943884"/>
    <w:p w14:paraId="7897FD60" w14:textId="77777777" w:rsidR="00660429" w:rsidRDefault="00660429" w:rsidP="00943884"/>
    <w:p w14:paraId="79E033CC" w14:textId="77777777" w:rsidR="00660429" w:rsidRDefault="00660429" w:rsidP="00943884"/>
    <w:p w14:paraId="293016EA" w14:textId="77777777" w:rsidR="00FA0083" w:rsidRDefault="00FA0083" w:rsidP="00943884"/>
    <w:p w14:paraId="34EBE7F3" w14:textId="77777777" w:rsidR="00FA0083" w:rsidRDefault="00FA0083" w:rsidP="00943884"/>
    <w:p w14:paraId="592E200E" w14:textId="77777777" w:rsidR="00FA0083" w:rsidRDefault="00FA0083" w:rsidP="00943884"/>
    <w:p w14:paraId="59909D90" w14:textId="77777777" w:rsidR="00FA0083" w:rsidRPr="00D0531D" w:rsidRDefault="00FA0083" w:rsidP="00943884"/>
    <w:p w14:paraId="1BF98D68" w14:textId="77777777" w:rsidR="00AB5618" w:rsidRDefault="00877753" w:rsidP="001839C6">
      <w:r>
        <w:t>Mi</w:t>
      </w:r>
      <w:r w:rsidR="006D757A">
        <w:t>lan Strohschneider</w:t>
      </w:r>
      <w:r w:rsidR="001F773E">
        <w:t xml:space="preserve"> </w:t>
      </w:r>
      <w:r w:rsidR="00023264">
        <w:tab/>
      </w:r>
      <w:r w:rsidR="00023264">
        <w:tab/>
      </w:r>
      <w:r w:rsidR="00023264">
        <w:tab/>
      </w:r>
      <w:r w:rsidR="00023264">
        <w:tab/>
      </w:r>
      <w:r w:rsidR="00306A7B">
        <w:tab/>
      </w:r>
      <w:r w:rsidR="00306A7B">
        <w:tab/>
      </w:r>
    </w:p>
    <w:p w14:paraId="4FB29E6E" w14:textId="77777777" w:rsidR="006D757A" w:rsidRPr="006D757A" w:rsidRDefault="00AB5618" w:rsidP="001839C6">
      <w:r>
        <w:t>staros</w:t>
      </w:r>
      <w:r w:rsidR="006D757A">
        <w:t>ta obce</w:t>
      </w:r>
      <w:r w:rsidR="00306A7B">
        <w:tab/>
      </w:r>
      <w:r w:rsidR="00306A7B">
        <w:tab/>
      </w:r>
      <w:r w:rsidR="00306A7B">
        <w:tab/>
      </w:r>
      <w:r w:rsidR="00306A7B">
        <w:tab/>
      </w:r>
      <w:r w:rsidR="00306A7B">
        <w:tab/>
      </w:r>
      <w:r w:rsidR="00306A7B">
        <w:tab/>
      </w:r>
      <w:r w:rsidR="00306A7B">
        <w:tab/>
      </w:r>
      <w:r w:rsidR="00306A7B">
        <w:tab/>
        <w:t xml:space="preserve">  </w:t>
      </w:r>
    </w:p>
    <w:p w14:paraId="1274BF06" w14:textId="77777777" w:rsidR="0032755C" w:rsidRDefault="0032755C" w:rsidP="001839C6">
      <w:pPr>
        <w:tabs>
          <w:tab w:val="left" w:pos="2360"/>
        </w:tabs>
      </w:pPr>
    </w:p>
    <w:p w14:paraId="23D11396" w14:textId="77777777" w:rsidR="000015E2" w:rsidRDefault="000015E2" w:rsidP="001839C6">
      <w:pPr>
        <w:tabs>
          <w:tab w:val="left" w:pos="2360"/>
        </w:tabs>
      </w:pPr>
    </w:p>
    <w:p w14:paraId="26E92322" w14:textId="77777777" w:rsidR="000015E2" w:rsidRDefault="000015E2" w:rsidP="001839C6">
      <w:pPr>
        <w:tabs>
          <w:tab w:val="left" w:pos="2360"/>
        </w:tabs>
      </w:pPr>
    </w:p>
    <w:p w14:paraId="58F58752" w14:textId="42649546" w:rsidR="00771C53" w:rsidRPr="009235DC" w:rsidRDefault="00CB3AEB" w:rsidP="00771C53">
      <w:pPr>
        <w:autoSpaceDE w:val="0"/>
        <w:autoSpaceDN w:val="0"/>
        <w:adjustRightInd w:val="0"/>
        <w:rPr>
          <w:sz w:val="22"/>
          <w:szCs w:val="22"/>
        </w:rPr>
      </w:pPr>
      <w:r>
        <w:t xml:space="preserve">V Sulislavi, dne: </w:t>
      </w:r>
      <w:r w:rsidR="00767FB0">
        <w:fldChar w:fldCharType="begin"/>
      </w:r>
      <w:r w:rsidR="00767FB0">
        <w:instrText xml:space="preserve"> TIME \@ "d.M.yyyy" </w:instrText>
      </w:r>
      <w:r w:rsidR="00767FB0">
        <w:fldChar w:fldCharType="separate"/>
      </w:r>
      <w:r w:rsidR="009C01EC">
        <w:rPr>
          <w:noProof/>
        </w:rPr>
        <w:t>1</w:t>
      </w:r>
      <w:r w:rsidR="009C01EC">
        <w:rPr>
          <w:noProof/>
        </w:rPr>
        <w:t>7</w:t>
      </w:r>
      <w:r w:rsidR="009C01EC">
        <w:rPr>
          <w:noProof/>
        </w:rPr>
        <w:t>.10.2022</w:t>
      </w:r>
      <w:r w:rsidR="00767FB0">
        <w:rPr>
          <w:noProof/>
        </w:rPr>
        <w:fldChar w:fldCharType="end"/>
      </w:r>
    </w:p>
    <w:p w14:paraId="5E5548ED" w14:textId="77777777" w:rsidR="00D008E9" w:rsidRDefault="00D008E9" w:rsidP="001839C6">
      <w:pPr>
        <w:tabs>
          <w:tab w:val="left" w:pos="2360"/>
        </w:tabs>
      </w:pPr>
    </w:p>
    <w:p w14:paraId="08DB9AC5" w14:textId="77777777" w:rsidR="005220A6" w:rsidRDefault="005220A6" w:rsidP="001839C6">
      <w:pPr>
        <w:tabs>
          <w:tab w:val="left" w:pos="2360"/>
        </w:tabs>
      </w:pPr>
    </w:p>
    <w:p w14:paraId="6BCD35E8" w14:textId="77777777" w:rsidR="00D008E9" w:rsidRDefault="00D008E9" w:rsidP="001839C6">
      <w:pPr>
        <w:tabs>
          <w:tab w:val="left" w:pos="2360"/>
        </w:tabs>
      </w:pPr>
    </w:p>
    <w:p w14:paraId="3A99E3EB" w14:textId="77777777" w:rsidR="00D008E9" w:rsidRDefault="00D008E9" w:rsidP="001839C6">
      <w:pPr>
        <w:tabs>
          <w:tab w:val="left" w:pos="2360"/>
        </w:tabs>
      </w:pPr>
    </w:p>
    <w:p w14:paraId="3CC971BB" w14:textId="77777777" w:rsidR="00D008E9" w:rsidRDefault="00D008E9" w:rsidP="001839C6">
      <w:pPr>
        <w:tabs>
          <w:tab w:val="left" w:pos="2360"/>
        </w:tabs>
      </w:pPr>
    </w:p>
    <w:sectPr w:rsidR="00D008E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FB30A" w14:textId="77777777" w:rsidR="00FA0083" w:rsidRDefault="00FA0083">
      <w:r>
        <w:separator/>
      </w:r>
    </w:p>
  </w:endnote>
  <w:endnote w:type="continuationSeparator" w:id="0">
    <w:p w14:paraId="217B1D25" w14:textId="77777777" w:rsidR="00FA0083" w:rsidRDefault="00FA0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C14DF" w14:textId="77777777" w:rsidR="00CB3AEB" w:rsidRDefault="006C5625" w:rsidP="00C829D0">
    <w:pPr>
      <w:pStyle w:val="Zpat"/>
      <w:rPr>
        <w:b/>
        <w:color w:val="808080"/>
        <w:sz w:val="20"/>
        <w:szCs w:val="20"/>
      </w:rPr>
    </w:pPr>
    <w:r w:rsidRPr="00C829D0">
      <w:rPr>
        <w:color w:val="808080"/>
        <w:sz w:val="20"/>
        <w:szCs w:val="20"/>
      </w:rPr>
      <w:t xml:space="preserve">Bankovní spojení: </w:t>
    </w:r>
    <w:r w:rsidRPr="00C829D0">
      <w:rPr>
        <w:b/>
        <w:color w:val="808080"/>
        <w:sz w:val="20"/>
        <w:szCs w:val="20"/>
      </w:rPr>
      <w:t>Komerční Banka Tachov</w:t>
    </w:r>
    <w:r>
      <w:rPr>
        <w:b/>
        <w:color w:val="808080"/>
        <w:sz w:val="20"/>
        <w:szCs w:val="20"/>
      </w:rPr>
      <w:t>,</w:t>
    </w:r>
    <w:r w:rsidRPr="00C829D0">
      <w:rPr>
        <w:b/>
        <w:color w:val="808080"/>
        <w:sz w:val="20"/>
        <w:szCs w:val="20"/>
      </w:rPr>
      <w:t xml:space="preserve"> </w:t>
    </w:r>
    <w:r>
      <w:rPr>
        <w:color w:val="808080"/>
        <w:sz w:val="20"/>
        <w:szCs w:val="20"/>
      </w:rPr>
      <w:t>č.ú.</w:t>
    </w:r>
    <w:r w:rsidRPr="00C829D0">
      <w:rPr>
        <w:color w:val="808080"/>
        <w:sz w:val="20"/>
        <w:szCs w:val="20"/>
      </w:rPr>
      <w:t xml:space="preserve">: </w:t>
    </w:r>
    <w:r>
      <w:rPr>
        <w:b/>
        <w:color w:val="808080"/>
        <w:sz w:val="20"/>
        <w:szCs w:val="20"/>
      </w:rPr>
      <w:t>13524</w:t>
    </w:r>
    <w:r w:rsidRPr="00C829D0">
      <w:rPr>
        <w:b/>
        <w:color w:val="808080"/>
        <w:sz w:val="20"/>
        <w:szCs w:val="20"/>
      </w:rPr>
      <w:t>401/0100</w:t>
    </w:r>
  </w:p>
  <w:p w14:paraId="2549B30A" w14:textId="77777777" w:rsidR="00CB3AEB" w:rsidRDefault="00CB3AEB" w:rsidP="00C829D0">
    <w:pPr>
      <w:pStyle w:val="Zpat"/>
      <w:rPr>
        <w:b/>
        <w:color w:val="808080"/>
        <w:sz w:val="20"/>
        <w:szCs w:val="20"/>
      </w:rPr>
    </w:pPr>
    <w:r>
      <w:rPr>
        <w:color w:val="808080"/>
        <w:sz w:val="20"/>
        <w:szCs w:val="20"/>
      </w:rPr>
      <w:t>W</w:t>
    </w:r>
    <w:r w:rsidRPr="00CB3AEB">
      <w:rPr>
        <w:color w:val="808080"/>
        <w:sz w:val="20"/>
        <w:szCs w:val="20"/>
      </w:rPr>
      <w:t>eb</w:t>
    </w:r>
    <w:r>
      <w:rPr>
        <w:b/>
        <w:color w:val="808080"/>
        <w:sz w:val="20"/>
        <w:szCs w:val="20"/>
      </w:rPr>
      <w:t xml:space="preserve">: </w:t>
    </w:r>
    <w:r w:rsidRPr="00CB3AEB">
      <w:rPr>
        <w:b/>
        <w:color w:val="808080"/>
        <w:sz w:val="20"/>
        <w:szCs w:val="20"/>
      </w:rPr>
      <w:t>http://www.sulislav.cz</w:t>
    </w:r>
  </w:p>
  <w:p w14:paraId="17663C36" w14:textId="77777777" w:rsidR="006C5625" w:rsidRPr="00C829D0" w:rsidRDefault="00CB3AEB" w:rsidP="00C829D0">
    <w:pPr>
      <w:pStyle w:val="Zpat"/>
      <w:rPr>
        <w:b/>
        <w:color w:val="808080"/>
        <w:sz w:val="20"/>
        <w:szCs w:val="20"/>
      </w:rPr>
    </w:pPr>
    <w:r>
      <w:rPr>
        <w:color w:val="808080"/>
        <w:sz w:val="20"/>
        <w:szCs w:val="20"/>
      </w:rPr>
      <w:t>S</w:t>
    </w:r>
    <w:r w:rsidRPr="00CB3AEB">
      <w:rPr>
        <w:color w:val="808080"/>
        <w:sz w:val="20"/>
        <w:szCs w:val="20"/>
      </w:rPr>
      <w:t>tarosta tel</w:t>
    </w:r>
    <w:r>
      <w:rPr>
        <w:b/>
        <w:color w:val="808080"/>
        <w:sz w:val="20"/>
        <w:szCs w:val="20"/>
      </w:rPr>
      <w:t>: +420 602 116 134</w:t>
    </w:r>
  </w:p>
  <w:p w14:paraId="48209239" w14:textId="77777777" w:rsidR="006C5625" w:rsidRDefault="006C5625" w:rsidP="00C829D0">
    <w:pPr>
      <w:pStyle w:val="Zpat"/>
    </w:pPr>
  </w:p>
  <w:p w14:paraId="24966DCC" w14:textId="77777777" w:rsidR="006C5625" w:rsidRPr="000548EA" w:rsidRDefault="006C5625" w:rsidP="000548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DDA16" w14:textId="77777777" w:rsidR="00FA0083" w:rsidRDefault="00FA0083">
      <w:r>
        <w:separator/>
      </w:r>
    </w:p>
  </w:footnote>
  <w:footnote w:type="continuationSeparator" w:id="0">
    <w:p w14:paraId="69EA072E" w14:textId="77777777" w:rsidR="00FA0083" w:rsidRDefault="00FA0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D676E"/>
    <w:multiLevelType w:val="hybridMultilevel"/>
    <w:tmpl w:val="BAEC73FC"/>
    <w:lvl w:ilvl="0" w:tplc="12D00D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5856C93"/>
    <w:multiLevelType w:val="hybridMultilevel"/>
    <w:tmpl w:val="BDD05090"/>
    <w:lvl w:ilvl="0" w:tplc="A8545058">
      <w:start w:val="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7A326E"/>
    <w:multiLevelType w:val="hybridMultilevel"/>
    <w:tmpl w:val="DF46271E"/>
    <w:lvl w:ilvl="0" w:tplc="FFA4E6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2052125">
    <w:abstractNumId w:val="1"/>
  </w:num>
  <w:num w:numId="2" w16cid:durableId="170461570">
    <w:abstractNumId w:val="2"/>
  </w:num>
  <w:num w:numId="3" w16cid:durableId="1858808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67FB0"/>
    <w:rsid w:val="000015E2"/>
    <w:rsid w:val="00007F5B"/>
    <w:rsid w:val="00017077"/>
    <w:rsid w:val="00023264"/>
    <w:rsid w:val="000279A6"/>
    <w:rsid w:val="00036EB6"/>
    <w:rsid w:val="00042CD6"/>
    <w:rsid w:val="0005065C"/>
    <w:rsid w:val="000548EA"/>
    <w:rsid w:val="00057647"/>
    <w:rsid w:val="00064963"/>
    <w:rsid w:val="000735C4"/>
    <w:rsid w:val="00075990"/>
    <w:rsid w:val="00077D42"/>
    <w:rsid w:val="000810D3"/>
    <w:rsid w:val="0009201C"/>
    <w:rsid w:val="000A250D"/>
    <w:rsid w:val="000C0E98"/>
    <w:rsid w:val="000D2275"/>
    <w:rsid w:val="000D4CCC"/>
    <w:rsid w:val="0010576B"/>
    <w:rsid w:val="0010781B"/>
    <w:rsid w:val="001159EE"/>
    <w:rsid w:val="00121C54"/>
    <w:rsid w:val="001272D7"/>
    <w:rsid w:val="0017489D"/>
    <w:rsid w:val="0017644C"/>
    <w:rsid w:val="00181713"/>
    <w:rsid w:val="001839C6"/>
    <w:rsid w:val="001A6F6A"/>
    <w:rsid w:val="001A7743"/>
    <w:rsid w:val="001C2902"/>
    <w:rsid w:val="001D1851"/>
    <w:rsid w:val="001F0567"/>
    <w:rsid w:val="001F0D71"/>
    <w:rsid w:val="001F1433"/>
    <w:rsid w:val="001F773E"/>
    <w:rsid w:val="00204F7D"/>
    <w:rsid w:val="00207FEA"/>
    <w:rsid w:val="00246EB2"/>
    <w:rsid w:val="0026143A"/>
    <w:rsid w:val="002749F4"/>
    <w:rsid w:val="00276217"/>
    <w:rsid w:val="00276B1F"/>
    <w:rsid w:val="002A2B77"/>
    <w:rsid w:val="002B0A4F"/>
    <w:rsid w:val="002B748C"/>
    <w:rsid w:val="002C4C0A"/>
    <w:rsid w:val="002D302E"/>
    <w:rsid w:val="002E0CC3"/>
    <w:rsid w:val="002E6E11"/>
    <w:rsid w:val="00306A7B"/>
    <w:rsid w:val="0031026F"/>
    <w:rsid w:val="003140B5"/>
    <w:rsid w:val="003204D2"/>
    <w:rsid w:val="00324851"/>
    <w:rsid w:val="0032755C"/>
    <w:rsid w:val="00340D94"/>
    <w:rsid w:val="00352029"/>
    <w:rsid w:val="00364CFC"/>
    <w:rsid w:val="003664B4"/>
    <w:rsid w:val="003829DC"/>
    <w:rsid w:val="0039009B"/>
    <w:rsid w:val="003923FC"/>
    <w:rsid w:val="003A0072"/>
    <w:rsid w:val="003A4957"/>
    <w:rsid w:val="003C28CE"/>
    <w:rsid w:val="003D438B"/>
    <w:rsid w:val="003E0A99"/>
    <w:rsid w:val="003E6578"/>
    <w:rsid w:val="003F3E49"/>
    <w:rsid w:val="004029FB"/>
    <w:rsid w:val="00402FEB"/>
    <w:rsid w:val="0041689A"/>
    <w:rsid w:val="004220E8"/>
    <w:rsid w:val="004661A5"/>
    <w:rsid w:val="00470C95"/>
    <w:rsid w:val="004747AA"/>
    <w:rsid w:val="00476CBA"/>
    <w:rsid w:val="00485AD8"/>
    <w:rsid w:val="00492E56"/>
    <w:rsid w:val="00495A8D"/>
    <w:rsid w:val="004978A9"/>
    <w:rsid w:val="004A6282"/>
    <w:rsid w:val="004F5E46"/>
    <w:rsid w:val="004F7B2B"/>
    <w:rsid w:val="00517B1C"/>
    <w:rsid w:val="00520B29"/>
    <w:rsid w:val="005220A6"/>
    <w:rsid w:val="005251D0"/>
    <w:rsid w:val="00535243"/>
    <w:rsid w:val="00545F7C"/>
    <w:rsid w:val="005530CA"/>
    <w:rsid w:val="00572AC6"/>
    <w:rsid w:val="00587D21"/>
    <w:rsid w:val="00593840"/>
    <w:rsid w:val="005A68ED"/>
    <w:rsid w:val="005B5514"/>
    <w:rsid w:val="005D05A0"/>
    <w:rsid w:val="005D403C"/>
    <w:rsid w:val="005E1753"/>
    <w:rsid w:val="00600084"/>
    <w:rsid w:val="0061024F"/>
    <w:rsid w:val="006103CF"/>
    <w:rsid w:val="0063119E"/>
    <w:rsid w:val="00642121"/>
    <w:rsid w:val="0065184A"/>
    <w:rsid w:val="00654AC1"/>
    <w:rsid w:val="00660429"/>
    <w:rsid w:val="00660F69"/>
    <w:rsid w:val="00670A4A"/>
    <w:rsid w:val="00675432"/>
    <w:rsid w:val="00684426"/>
    <w:rsid w:val="006A3A7C"/>
    <w:rsid w:val="006A7BF1"/>
    <w:rsid w:val="006B72A8"/>
    <w:rsid w:val="006C5625"/>
    <w:rsid w:val="006D26C6"/>
    <w:rsid w:val="006D5E9A"/>
    <w:rsid w:val="006D757A"/>
    <w:rsid w:val="006F0731"/>
    <w:rsid w:val="006F5BC5"/>
    <w:rsid w:val="007054B4"/>
    <w:rsid w:val="00711C17"/>
    <w:rsid w:val="0072202C"/>
    <w:rsid w:val="0074491B"/>
    <w:rsid w:val="00745507"/>
    <w:rsid w:val="007554CD"/>
    <w:rsid w:val="00757F90"/>
    <w:rsid w:val="007652D7"/>
    <w:rsid w:val="00767FB0"/>
    <w:rsid w:val="00771C53"/>
    <w:rsid w:val="007771B5"/>
    <w:rsid w:val="007812AF"/>
    <w:rsid w:val="007E5019"/>
    <w:rsid w:val="007F1900"/>
    <w:rsid w:val="007F1F92"/>
    <w:rsid w:val="008063A6"/>
    <w:rsid w:val="0082140A"/>
    <w:rsid w:val="00852FF1"/>
    <w:rsid w:val="008766C6"/>
    <w:rsid w:val="00877753"/>
    <w:rsid w:val="00883DE6"/>
    <w:rsid w:val="0089399E"/>
    <w:rsid w:val="008944A5"/>
    <w:rsid w:val="008B123E"/>
    <w:rsid w:val="008B73A3"/>
    <w:rsid w:val="008D1EA2"/>
    <w:rsid w:val="008D4E1B"/>
    <w:rsid w:val="008D6B56"/>
    <w:rsid w:val="008E32D9"/>
    <w:rsid w:val="008E71FA"/>
    <w:rsid w:val="008F08FA"/>
    <w:rsid w:val="008F75ED"/>
    <w:rsid w:val="00914DE7"/>
    <w:rsid w:val="00937C66"/>
    <w:rsid w:val="00943884"/>
    <w:rsid w:val="00944B2D"/>
    <w:rsid w:val="00966365"/>
    <w:rsid w:val="009A11DB"/>
    <w:rsid w:val="009A7315"/>
    <w:rsid w:val="009B3AD8"/>
    <w:rsid w:val="009C01EC"/>
    <w:rsid w:val="009C0A03"/>
    <w:rsid w:val="009E75CF"/>
    <w:rsid w:val="009E7A8E"/>
    <w:rsid w:val="009F010D"/>
    <w:rsid w:val="009F7514"/>
    <w:rsid w:val="00A02D27"/>
    <w:rsid w:val="00A07959"/>
    <w:rsid w:val="00A11D6C"/>
    <w:rsid w:val="00A25987"/>
    <w:rsid w:val="00A43ED5"/>
    <w:rsid w:val="00A52B2C"/>
    <w:rsid w:val="00A9130D"/>
    <w:rsid w:val="00AA34AE"/>
    <w:rsid w:val="00AA362B"/>
    <w:rsid w:val="00AB5618"/>
    <w:rsid w:val="00AB5E83"/>
    <w:rsid w:val="00AC50F7"/>
    <w:rsid w:val="00AD4E7F"/>
    <w:rsid w:val="00AE3DE8"/>
    <w:rsid w:val="00AE5B66"/>
    <w:rsid w:val="00B0151A"/>
    <w:rsid w:val="00B0782E"/>
    <w:rsid w:val="00B166DF"/>
    <w:rsid w:val="00B17C4A"/>
    <w:rsid w:val="00B36D9F"/>
    <w:rsid w:val="00B734D6"/>
    <w:rsid w:val="00B80A95"/>
    <w:rsid w:val="00B84DA8"/>
    <w:rsid w:val="00BA188A"/>
    <w:rsid w:val="00BA6DD4"/>
    <w:rsid w:val="00BA6FFB"/>
    <w:rsid w:val="00BC67C5"/>
    <w:rsid w:val="00C00E4D"/>
    <w:rsid w:val="00C15428"/>
    <w:rsid w:val="00C32C45"/>
    <w:rsid w:val="00C354B5"/>
    <w:rsid w:val="00C46097"/>
    <w:rsid w:val="00C50100"/>
    <w:rsid w:val="00C57964"/>
    <w:rsid w:val="00C57B0F"/>
    <w:rsid w:val="00C7096E"/>
    <w:rsid w:val="00C809E5"/>
    <w:rsid w:val="00C825B6"/>
    <w:rsid w:val="00C829D0"/>
    <w:rsid w:val="00C82F6A"/>
    <w:rsid w:val="00C93C30"/>
    <w:rsid w:val="00CA22AF"/>
    <w:rsid w:val="00CA557E"/>
    <w:rsid w:val="00CB3050"/>
    <w:rsid w:val="00CB3AAB"/>
    <w:rsid w:val="00CB3AEB"/>
    <w:rsid w:val="00CB7CED"/>
    <w:rsid w:val="00D008E9"/>
    <w:rsid w:val="00D01953"/>
    <w:rsid w:val="00D0531D"/>
    <w:rsid w:val="00D1657C"/>
    <w:rsid w:val="00D45FAB"/>
    <w:rsid w:val="00D55860"/>
    <w:rsid w:val="00D61665"/>
    <w:rsid w:val="00D64492"/>
    <w:rsid w:val="00D658CC"/>
    <w:rsid w:val="00D668FD"/>
    <w:rsid w:val="00D74D66"/>
    <w:rsid w:val="00D76C62"/>
    <w:rsid w:val="00D81842"/>
    <w:rsid w:val="00D824D4"/>
    <w:rsid w:val="00D82F90"/>
    <w:rsid w:val="00D84EEF"/>
    <w:rsid w:val="00DA3393"/>
    <w:rsid w:val="00DB36DF"/>
    <w:rsid w:val="00DB4A3C"/>
    <w:rsid w:val="00DC400C"/>
    <w:rsid w:val="00DC71A3"/>
    <w:rsid w:val="00DC7856"/>
    <w:rsid w:val="00DF1F0E"/>
    <w:rsid w:val="00DF3EE7"/>
    <w:rsid w:val="00E002F4"/>
    <w:rsid w:val="00E01AFE"/>
    <w:rsid w:val="00E10624"/>
    <w:rsid w:val="00E13E47"/>
    <w:rsid w:val="00E1458E"/>
    <w:rsid w:val="00E16A37"/>
    <w:rsid w:val="00E17233"/>
    <w:rsid w:val="00E35571"/>
    <w:rsid w:val="00E35F18"/>
    <w:rsid w:val="00E4168B"/>
    <w:rsid w:val="00E71F04"/>
    <w:rsid w:val="00E73242"/>
    <w:rsid w:val="00E7696C"/>
    <w:rsid w:val="00E9027A"/>
    <w:rsid w:val="00EA2CD6"/>
    <w:rsid w:val="00EA6773"/>
    <w:rsid w:val="00EC06E0"/>
    <w:rsid w:val="00EC6EF8"/>
    <w:rsid w:val="00EF6ABB"/>
    <w:rsid w:val="00F02FE4"/>
    <w:rsid w:val="00F17E2D"/>
    <w:rsid w:val="00F21478"/>
    <w:rsid w:val="00F215FF"/>
    <w:rsid w:val="00F237D1"/>
    <w:rsid w:val="00F33E2D"/>
    <w:rsid w:val="00F34602"/>
    <w:rsid w:val="00F41074"/>
    <w:rsid w:val="00F43D4A"/>
    <w:rsid w:val="00F537A1"/>
    <w:rsid w:val="00F53BB6"/>
    <w:rsid w:val="00F66433"/>
    <w:rsid w:val="00FA0083"/>
    <w:rsid w:val="00FA0A46"/>
    <w:rsid w:val="00FB16E9"/>
    <w:rsid w:val="00FB5D02"/>
    <w:rsid w:val="00FB78BE"/>
    <w:rsid w:val="00FC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305FDFB7"/>
  <w15:docId w15:val="{504F0FED-C1AD-4EA5-B5C8-7CB4CAF03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4A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B4A3C"/>
    <w:pPr>
      <w:tabs>
        <w:tab w:val="center" w:pos="4536"/>
        <w:tab w:val="right" w:pos="9072"/>
      </w:tabs>
    </w:pPr>
  </w:style>
  <w:style w:type="character" w:styleId="Hypertextovodkaz">
    <w:name w:val="Hyperlink"/>
    <w:rsid w:val="00DB4A3C"/>
    <w:rPr>
      <w:color w:val="0000FF"/>
      <w:u w:val="single"/>
    </w:rPr>
  </w:style>
  <w:style w:type="paragraph" w:styleId="Zkladntext">
    <w:name w:val="Body Text"/>
    <w:basedOn w:val="Normln"/>
    <w:link w:val="ZkladntextChar"/>
    <w:rsid w:val="00587D21"/>
    <w:pPr>
      <w:jc w:val="both"/>
    </w:pPr>
    <w:rPr>
      <w:sz w:val="22"/>
    </w:rPr>
  </w:style>
  <w:style w:type="character" w:customStyle="1" w:styleId="ZkladntextChar">
    <w:name w:val="Základní text Char"/>
    <w:link w:val="Zkladntext"/>
    <w:rsid w:val="00587D21"/>
    <w:rPr>
      <w:sz w:val="22"/>
      <w:szCs w:val="24"/>
      <w:lang w:val="cs-CZ" w:eastAsia="cs-CZ" w:bidi="ar-SA"/>
    </w:rPr>
  </w:style>
  <w:style w:type="paragraph" w:styleId="Textbubliny">
    <w:name w:val="Balloon Text"/>
    <w:basedOn w:val="Normln"/>
    <w:link w:val="TextbublinyChar"/>
    <w:rsid w:val="00CB3A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B3AEB"/>
    <w:rPr>
      <w:rFonts w:ascii="Tahoma" w:hAnsi="Tahoma" w:cs="Tahoma"/>
      <w:sz w:val="16"/>
      <w:szCs w:val="16"/>
    </w:rPr>
  </w:style>
  <w:style w:type="paragraph" w:customStyle="1" w:styleId="-wm-msonormal">
    <w:name w:val="-wm-msonormal"/>
    <w:basedOn w:val="Normln"/>
    <w:rsid w:val="0027621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0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.sulislav@seznam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2.%20Obecn&#237;%20&#250;&#345;ad\Hlavi&#269;ka%20obec%20Sulislav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Hlavička obec Sulislav</Template>
  <TotalTime>3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Links>
    <vt:vector size="6" baseType="variant">
      <vt:variant>
        <vt:i4>1638519</vt:i4>
      </vt:variant>
      <vt:variant>
        <vt:i4>0</vt:i4>
      </vt:variant>
      <vt:variant>
        <vt:i4>0</vt:i4>
      </vt:variant>
      <vt:variant>
        <vt:i4>5</vt:i4>
      </vt:variant>
      <vt:variant>
        <vt:lpwstr>mailto:ou.sulislav@seznam.cz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Sulislav</dc:creator>
  <cp:lastModifiedBy>Sulislav Admin</cp:lastModifiedBy>
  <cp:revision>7</cp:revision>
  <cp:lastPrinted>2022-10-19T11:54:00Z</cp:lastPrinted>
  <dcterms:created xsi:type="dcterms:W3CDTF">2022-10-19T11:45:00Z</dcterms:created>
  <dcterms:modified xsi:type="dcterms:W3CDTF">2022-10-19T11:55:00Z</dcterms:modified>
</cp:coreProperties>
</file>